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0C346" w14:textId="0DA5387F" w:rsidR="00965708" w:rsidRPr="004429CF" w:rsidRDefault="00965708" w:rsidP="0096570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1357A">
        <w:rPr>
          <w:rFonts w:asciiTheme="majorHAnsi" w:eastAsia="Times New Roman" w:hAnsiTheme="majorHAnsi" w:cs="Times New Roman"/>
          <w:lang w:eastAsia="cs-CZ"/>
        </w:rPr>
        <w:t>1</w:t>
      </w:r>
      <w:r>
        <w:rPr>
          <w:rFonts w:asciiTheme="majorHAnsi" w:eastAsia="Times New Roman" w:hAnsiTheme="majorHAnsi" w:cs="Times New Roman"/>
          <w:lang w:eastAsia="cs-CZ"/>
        </w:rPr>
        <w:t xml:space="preserve"> </w:t>
      </w:r>
      <w:r w:rsidR="00112086">
        <w:rPr>
          <w:rFonts w:asciiTheme="majorHAnsi" w:eastAsia="Times New Roman" w:hAnsiTheme="majorHAnsi" w:cs="Times New Roman"/>
          <w:lang w:eastAsia="cs-CZ"/>
        </w:rPr>
        <w:t xml:space="preserve">b) </w:t>
      </w:r>
      <w:r w:rsidR="00335793">
        <w:rPr>
          <w:rFonts w:asciiTheme="majorHAnsi" w:eastAsia="Times New Roman" w:hAnsiTheme="majorHAnsi" w:cs="Times New Roman"/>
          <w:lang w:eastAsia="cs-CZ"/>
        </w:rPr>
        <w:t>Smlouvy o dílo</w:t>
      </w:r>
      <w:bookmarkStart w:id="0" w:name="_GoBack"/>
      <w:bookmarkEnd w:id="0"/>
    </w:p>
    <w:p w14:paraId="5380499E" w14:textId="77777777" w:rsidR="00965708" w:rsidRPr="00536E82" w:rsidRDefault="002254F5" w:rsidP="00965708">
      <w:pPr>
        <w:pStyle w:val="Nadpis1"/>
      </w:pPr>
      <w:r>
        <w:t>Distribuční seznam</w:t>
      </w:r>
    </w:p>
    <w:p w14:paraId="7B950F88" w14:textId="77777777" w:rsidR="004E2A70" w:rsidRDefault="004E2A70" w:rsidP="00E4094D">
      <w:pPr>
        <w:rPr>
          <w:rFonts w:asciiTheme="majorHAnsi" w:hAnsiTheme="majorHAnsi" w:cs="Arial"/>
          <w:b/>
        </w:rPr>
      </w:pPr>
      <w:r w:rsidRPr="004E2A70">
        <w:rPr>
          <w:rFonts w:asciiTheme="majorHAnsi" w:hAnsiTheme="majorHAnsi" w:cs="Arial"/>
          <w:b/>
        </w:rPr>
        <w:t>Tisk kalendářů</w:t>
      </w:r>
      <w:r w:rsidR="00B32BB3">
        <w:rPr>
          <w:rFonts w:asciiTheme="majorHAnsi" w:hAnsiTheme="majorHAnsi" w:cs="Arial"/>
          <w:b/>
        </w:rPr>
        <w:t xml:space="preserve"> a diářů pro Správu železnic 2024</w:t>
      </w:r>
    </w:p>
    <w:p w14:paraId="2081CC25" w14:textId="77777777" w:rsidR="004730A6" w:rsidRDefault="004730A6" w:rsidP="00E4094D">
      <w:pPr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D</w:t>
      </w:r>
      <w:r w:rsidR="00940122">
        <w:rPr>
          <w:rFonts w:asciiTheme="majorHAnsi" w:hAnsiTheme="majorHAnsi" w:cs="Arial"/>
          <w:b/>
        </w:rPr>
        <w:t>istribuce kalendářů,</w:t>
      </w:r>
      <w:r w:rsidR="00B32BB3">
        <w:rPr>
          <w:rFonts w:asciiTheme="majorHAnsi" w:hAnsiTheme="majorHAnsi" w:cs="Arial"/>
          <w:b/>
        </w:rPr>
        <w:t xml:space="preserve"> diářů</w:t>
      </w:r>
      <w:r w:rsidR="00940122">
        <w:rPr>
          <w:rFonts w:asciiTheme="majorHAnsi" w:hAnsiTheme="majorHAnsi" w:cs="Arial"/>
          <w:b/>
        </w:rPr>
        <w:t xml:space="preserve"> a bloků</w:t>
      </w:r>
      <w:r w:rsidR="00B32BB3">
        <w:rPr>
          <w:rFonts w:asciiTheme="majorHAnsi" w:hAnsiTheme="majorHAnsi" w:cs="Arial"/>
          <w:b/>
        </w:rPr>
        <w:t xml:space="preserve"> 2024</w:t>
      </w:r>
      <w:r w:rsidR="00D55091">
        <w:rPr>
          <w:rFonts w:asciiTheme="majorHAnsi" w:hAnsiTheme="majorHAnsi" w:cs="Arial"/>
          <w:b/>
        </w:rPr>
        <w:br/>
      </w:r>
      <w:r w:rsidR="00B32BB3">
        <w:rPr>
          <w:rFonts w:asciiTheme="majorHAnsi" w:hAnsiTheme="majorHAnsi" w:cs="Arial"/>
        </w:rPr>
        <w:t>Termín dodání: do 31. 10. 2023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39"/>
        <w:gridCol w:w="2889"/>
        <w:gridCol w:w="935"/>
        <w:gridCol w:w="898"/>
        <w:gridCol w:w="564"/>
        <w:gridCol w:w="986"/>
        <w:gridCol w:w="591"/>
      </w:tblGrid>
      <w:tr w:rsidR="00513A0F" w:rsidRPr="00136C48" w14:paraId="5B41AF84" w14:textId="77777777" w:rsidTr="00513A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9" w:type="dxa"/>
            <w:gridSpan w:val="6"/>
            <w:noWrap/>
            <w:hideMark/>
          </w:tcPr>
          <w:p w14:paraId="2E81651C" w14:textId="77777777" w:rsidR="00513A0F" w:rsidRPr="00136C48" w:rsidRDefault="00513A0F" w:rsidP="00136C48">
            <w:pPr>
              <w:rPr>
                <w:b/>
                <w:bCs/>
              </w:rPr>
            </w:pPr>
            <w:r w:rsidRPr="00136C48">
              <w:rPr>
                <w:b/>
                <w:bCs/>
              </w:rPr>
              <w:t>Rozdělení kalendářů Správa železnic na rok 2024</w:t>
            </w:r>
          </w:p>
        </w:tc>
        <w:tc>
          <w:tcPr>
            <w:tcW w:w="701" w:type="dxa"/>
          </w:tcPr>
          <w:p w14:paraId="3510A975" w14:textId="77777777" w:rsidR="00513A0F" w:rsidRPr="00136C48" w:rsidRDefault="00513A0F" w:rsidP="00136C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513A0F" w:rsidRPr="00136C48" w14:paraId="259F7C58" w14:textId="77777777" w:rsidTr="00513A0F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noWrap/>
            <w:hideMark/>
          </w:tcPr>
          <w:p w14:paraId="01F735C5" w14:textId="77777777" w:rsidR="00513A0F" w:rsidRPr="00136C48" w:rsidRDefault="00513A0F" w:rsidP="00136C48">
            <w:pPr>
              <w:rPr>
                <w:b/>
                <w:bCs/>
              </w:rPr>
            </w:pPr>
            <w:r w:rsidRPr="00136C48">
              <w:rPr>
                <w:b/>
                <w:bCs/>
              </w:rPr>
              <w:t>Útvar, kontaktní osoba</w:t>
            </w:r>
          </w:p>
        </w:tc>
        <w:tc>
          <w:tcPr>
            <w:tcW w:w="2907" w:type="dxa"/>
            <w:hideMark/>
          </w:tcPr>
          <w:p w14:paraId="03D67FBE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36C48">
              <w:rPr>
                <w:b/>
                <w:bCs/>
              </w:rPr>
              <w:t>Doručovací adresa, kontaktní osoba pro dopravce</w:t>
            </w:r>
          </w:p>
        </w:tc>
        <w:tc>
          <w:tcPr>
            <w:tcW w:w="940" w:type="dxa"/>
            <w:hideMark/>
          </w:tcPr>
          <w:p w14:paraId="56EF3FD7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36C48">
              <w:rPr>
                <w:b/>
                <w:bCs/>
              </w:rPr>
              <w:t>stolní kalendáře</w:t>
            </w:r>
          </w:p>
        </w:tc>
        <w:tc>
          <w:tcPr>
            <w:tcW w:w="903" w:type="dxa"/>
            <w:hideMark/>
          </w:tcPr>
          <w:p w14:paraId="33710532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36C48">
              <w:rPr>
                <w:b/>
                <w:bCs/>
              </w:rPr>
              <w:t>nástěnné stavby</w:t>
            </w:r>
          </w:p>
        </w:tc>
        <w:tc>
          <w:tcPr>
            <w:tcW w:w="567" w:type="dxa"/>
            <w:hideMark/>
          </w:tcPr>
          <w:p w14:paraId="11E12183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36C48">
              <w:rPr>
                <w:b/>
                <w:bCs/>
              </w:rPr>
              <w:t>diáře</w:t>
            </w:r>
          </w:p>
        </w:tc>
        <w:tc>
          <w:tcPr>
            <w:tcW w:w="992" w:type="dxa"/>
            <w:hideMark/>
          </w:tcPr>
          <w:p w14:paraId="04CF69F9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36C48">
              <w:rPr>
                <w:b/>
                <w:bCs/>
              </w:rPr>
              <w:t>tříměsíční kalendáře</w:t>
            </w:r>
          </w:p>
        </w:tc>
        <w:tc>
          <w:tcPr>
            <w:tcW w:w="701" w:type="dxa"/>
          </w:tcPr>
          <w:p w14:paraId="24211E98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Bloky A5</w:t>
            </w:r>
          </w:p>
        </w:tc>
      </w:tr>
      <w:tr w:rsidR="00513A0F" w:rsidRPr="00136C48" w14:paraId="6B728594" w14:textId="77777777" w:rsidTr="00513A0F">
        <w:trPr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72720E9D" w14:textId="77777777" w:rsidR="00513A0F" w:rsidRPr="00136C48" w:rsidRDefault="00513A0F">
            <w:r w:rsidRPr="00136C48">
              <w:t>KGŘ - Alena Fedrhancová</w:t>
            </w:r>
          </w:p>
        </w:tc>
        <w:tc>
          <w:tcPr>
            <w:tcW w:w="2907" w:type="dxa"/>
            <w:hideMark/>
          </w:tcPr>
          <w:p w14:paraId="1CA7844A" w14:textId="77777777" w:rsidR="00513A0F" w:rsidRPr="00136C48" w:rsidRDefault="00513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Dlážděná 1003/7 - 110 00 Praha 1,                               Petr Reichelt - 725 820 765 / 972 235 573</w:t>
            </w:r>
          </w:p>
        </w:tc>
        <w:tc>
          <w:tcPr>
            <w:tcW w:w="940" w:type="dxa"/>
            <w:hideMark/>
          </w:tcPr>
          <w:p w14:paraId="618ACA0C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150</w:t>
            </w:r>
          </w:p>
        </w:tc>
        <w:tc>
          <w:tcPr>
            <w:tcW w:w="903" w:type="dxa"/>
            <w:hideMark/>
          </w:tcPr>
          <w:p w14:paraId="24760CEC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100</w:t>
            </w:r>
          </w:p>
        </w:tc>
        <w:tc>
          <w:tcPr>
            <w:tcW w:w="567" w:type="dxa"/>
            <w:noWrap/>
            <w:hideMark/>
          </w:tcPr>
          <w:p w14:paraId="5FDA760D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150</w:t>
            </w:r>
          </w:p>
        </w:tc>
        <w:tc>
          <w:tcPr>
            <w:tcW w:w="992" w:type="dxa"/>
            <w:hideMark/>
          </w:tcPr>
          <w:p w14:paraId="5AEFB307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100</w:t>
            </w:r>
          </w:p>
        </w:tc>
        <w:tc>
          <w:tcPr>
            <w:tcW w:w="701" w:type="dxa"/>
          </w:tcPr>
          <w:p w14:paraId="38B3F95F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</w:t>
            </w:r>
          </w:p>
        </w:tc>
      </w:tr>
      <w:tr w:rsidR="00513A0F" w:rsidRPr="00136C48" w14:paraId="0E2B4306" w14:textId="77777777" w:rsidTr="00513A0F">
        <w:trPr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noWrap/>
            <w:hideMark/>
          </w:tcPr>
          <w:p w14:paraId="237B7754" w14:textId="77777777" w:rsidR="00513A0F" w:rsidRPr="00136C48" w:rsidRDefault="00513A0F">
            <w:r w:rsidRPr="00136C48">
              <w:t>útvary pod GŘ - Alena Fedrhancová</w:t>
            </w:r>
          </w:p>
        </w:tc>
        <w:tc>
          <w:tcPr>
            <w:tcW w:w="2907" w:type="dxa"/>
            <w:hideMark/>
          </w:tcPr>
          <w:p w14:paraId="529D8F08" w14:textId="77777777" w:rsidR="00513A0F" w:rsidRPr="00136C48" w:rsidRDefault="00513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Dlážděná 1003/7 - 110 00 Praha 1,                               Petr Reichelt - 725 820 765 / 972 235 573</w:t>
            </w:r>
          </w:p>
        </w:tc>
        <w:tc>
          <w:tcPr>
            <w:tcW w:w="940" w:type="dxa"/>
            <w:hideMark/>
          </w:tcPr>
          <w:p w14:paraId="0185049F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275</w:t>
            </w:r>
          </w:p>
        </w:tc>
        <w:tc>
          <w:tcPr>
            <w:tcW w:w="903" w:type="dxa"/>
            <w:noWrap/>
            <w:hideMark/>
          </w:tcPr>
          <w:p w14:paraId="670EEBA6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123</w:t>
            </w:r>
          </w:p>
        </w:tc>
        <w:tc>
          <w:tcPr>
            <w:tcW w:w="567" w:type="dxa"/>
            <w:noWrap/>
            <w:hideMark/>
          </w:tcPr>
          <w:p w14:paraId="42733FBC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118</w:t>
            </w:r>
          </w:p>
        </w:tc>
        <w:tc>
          <w:tcPr>
            <w:tcW w:w="992" w:type="dxa"/>
            <w:noWrap/>
            <w:hideMark/>
          </w:tcPr>
          <w:p w14:paraId="5A60DAF9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135</w:t>
            </w:r>
          </w:p>
        </w:tc>
        <w:tc>
          <w:tcPr>
            <w:tcW w:w="701" w:type="dxa"/>
          </w:tcPr>
          <w:p w14:paraId="50BD6DD4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118</w:t>
            </w:r>
          </w:p>
        </w:tc>
      </w:tr>
      <w:tr w:rsidR="00513A0F" w:rsidRPr="00136C48" w14:paraId="608BFA41" w14:textId="77777777" w:rsidTr="00513A0F">
        <w:trPr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noWrap/>
            <w:hideMark/>
          </w:tcPr>
          <w:p w14:paraId="2CB6EAF6" w14:textId="77777777" w:rsidR="00513A0F" w:rsidRPr="00136C48" w:rsidRDefault="00513A0F">
            <w:r w:rsidRPr="00136C48">
              <w:t>EN - Ilona Schwarzová</w:t>
            </w:r>
          </w:p>
        </w:tc>
        <w:tc>
          <w:tcPr>
            <w:tcW w:w="2907" w:type="dxa"/>
            <w:hideMark/>
          </w:tcPr>
          <w:p w14:paraId="0060B889" w14:textId="77777777" w:rsidR="00513A0F" w:rsidRPr="00136C48" w:rsidRDefault="00513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Dlážděná 1003/7 - 110 00 Praha 1,                               Petr Reichelt - 725 820 765 / 972 235 573</w:t>
            </w:r>
          </w:p>
        </w:tc>
        <w:tc>
          <w:tcPr>
            <w:tcW w:w="940" w:type="dxa"/>
            <w:hideMark/>
          </w:tcPr>
          <w:p w14:paraId="19941918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400</w:t>
            </w:r>
          </w:p>
        </w:tc>
        <w:tc>
          <w:tcPr>
            <w:tcW w:w="903" w:type="dxa"/>
            <w:noWrap/>
            <w:hideMark/>
          </w:tcPr>
          <w:p w14:paraId="61935F79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80</w:t>
            </w:r>
          </w:p>
        </w:tc>
        <w:tc>
          <w:tcPr>
            <w:tcW w:w="567" w:type="dxa"/>
            <w:noWrap/>
            <w:hideMark/>
          </w:tcPr>
          <w:p w14:paraId="6DC27E2D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80</w:t>
            </w:r>
          </w:p>
        </w:tc>
        <w:tc>
          <w:tcPr>
            <w:tcW w:w="992" w:type="dxa"/>
            <w:noWrap/>
            <w:hideMark/>
          </w:tcPr>
          <w:p w14:paraId="596F72DE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40</w:t>
            </w:r>
          </w:p>
        </w:tc>
        <w:tc>
          <w:tcPr>
            <w:tcW w:w="701" w:type="dxa"/>
          </w:tcPr>
          <w:p w14:paraId="2396857E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80</w:t>
            </w:r>
          </w:p>
        </w:tc>
      </w:tr>
      <w:tr w:rsidR="00513A0F" w:rsidRPr="00136C48" w14:paraId="6C111610" w14:textId="77777777" w:rsidTr="00513A0F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noWrap/>
            <w:hideMark/>
          </w:tcPr>
          <w:p w14:paraId="750C7464" w14:textId="77777777" w:rsidR="00513A0F" w:rsidRPr="00136C48" w:rsidRDefault="00513A0F">
            <w:r w:rsidRPr="00136C48">
              <w:t>NM - Karolína Landová</w:t>
            </w:r>
          </w:p>
        </w:tc>
        <w:tc>
          <w:tcPr>
            <w:tcW w:w="2907" w:type="dxa"/>
            <w:hideMark/>
          </w:tcPr>
          <w:p w14:paraId="79DA05ED" w14:textId="77777777" w:rsidR="00513A0F" w:rsidRPr="00136C48" w:rsidRDefault="00513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Dlážděná 1003/7 - 110 00 Praha 1,                                     Petr Reichelt - 725 820 765 / 972 235 573</w:t>
            </w:r>
          </w:p>
        </w:tc>
        <w:tc>
          <w:tcPr>
            <w:tcW w:w="940" w:type="dxa"/>
            <w:hideMark/>
          </w:tcPr>
          <w:p w14:paraId="3C2260FD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300</w:t>
            </w:r>
          </w:p>
        </w:tc>
        <w:tc>
          <w:tcPr>
            <w:tcW w:w="903" w:type="dxa"/>
            <w:noWrap/>
            <w:hideMark/>
          </w:tcPr>
          <w:p w14:paraId="0DEFA88C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160</w:t>
            </w:r>
          </w:p>
        </w:tc>
        <w:tc>
          <w:tcPr>
            <w:tcW w:w="567" w:type="dxa"/>
            <w:noWrap/>
            <w:hideMark/>
          </w:tcPr>
          <w:p w14:paraId="3E21C625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100</w:t>
            </w:r>
          </w:p>
        </w:tc>
        <w:tc>
          <w:tcPr>
            <w:tcW w:w="992" w:type="dxa"/>
            <w:noWrap/>
            <w:hideMark/>
          </w:tcPr>
          <w:p w14:paraId="30BB57A1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50</w:t>
            </w:r>
          </w:p>
        </w:tc>
        <w:tc>
          <w:tcPr>
            <w:tcW w:w="701" w:type="dxa"/>
          </w:tcPr>
          <w:p w14:paraId="1E1D7B54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</w:t>
            </w:r>
          </w:p>
        </w:tc>
      </w:tr>
      <w:tr w:rsidR="00513A0F" w:rsidRPr="00136C48" w14:paraId="6C117608" w14:textId="77777777" w:rsidTr="00513A0F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noWrap/>
            <w:hideMark/>
          </w:tcPr>
          <w:p w14:paraId="668847C4" w14:textId="77777777" w:rsidR="00513A0F" w:rsidRPr="00136C48" w:rsidRDefault="00513A0F">
            <w:r w:rsidRPr="00136C48">
              <w:t>NŘP - Adéla Ondrušová</w:t>
            </w:r>
          </w:p>
        </w:tc>
        <w:tc>
          <w:tcPr>
            <w:tcW w:w="2907" w:type="dxa"/>
            <w:hideMark/>
          </w:tcPr>
          <w:p w14:paraId="15361009" w14:textId="77777777" w:rsidR="00513A0F" w:rsidRPr="00136C48" w:rsidRDefault="00513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Dlážděná 1003/7 - 11000 Praha 1,                               Petr Reichelt - 725 820 765 / 972 235 573</w:t>
            </w:r>
          </w:p>
        </w:tc>
        <w:tc>
          <w:tcPr>
            <w:tcW w:w="940" w:type="dxa"/>
            <w:hideMark/>
          </w:tcPr>
          <w:p w14:paraId="5611D6FA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400</w:t>
            </w:r>
          </w:p>
        </w:tc>
        <w:tc>
          <w:tcPr>
            <w:tcW w:w="903" w:type="dxa"/>
            <w:noWrap/>
            <w:hideMark/>
          </w:tcPr>
          <w:p w14:paraId="05710705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60</w:t>
            </w:r>
          </w:p>
        </w:tc>
        <w:tc>
          <w:tcPr>
            <w:tcW w:w="567" w:type="dxa"/>
            <w:noWrap/>
            <w:hideMark/>
          </w:tcPr>
          <w:p w14:paraId="5C270842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60</w:t>
            </w:r>
          </w:p>
        </w:tc>
        <w:tc>
          <w:tcPr>
            <w:tcW w:w="992" w:type="dxa"/>
            <w:noWrap/>
            <w:hideMark/>
          </w:tcPr>
          <w:p w14:paraId="6074A3B7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60</w:t>
            </w:r>
          </w:p>
        </w:tc>
        <w:tc>
          <w:tcPr>
            <w:tcW w:w="701" w:type="dxa"/>
          </w:tcPr>
          <w:p w14:paraId="75B99837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</w:t>
            </w:r>
          </w:p>
        </w:tc>
      </w:tr>
      <w:tr w:rsidR="00513A0F" w:rsidRPr="00136C48" w14:paraId="45E5A45F" w14:textId="77777777" w:rsidTr="00513A0F">
        <w:trPr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noWrap/>
            <w:hideMark/>
          </w:tcPr>
          <w:p w14:paraId="74E9FB14" w14:textId="77777777" w:rsidR="00513A0F" w:rsidRPr="00136C48" w:rsidRDefault="00513A0F">
            <w:r w:rsidRPr="00136C48">
              <w:t>NPS - Dagmar Vítková</w:t>
            </w:r>
          </w:p>
        </w:tc>
        <w:tc>
          <w:tcPr>
            <w:tcW w:w="2907" w:type="dxa"/>
            <w:hideMark/>
          </w:tcPr>
          <w:p w14:paraId="4F5216F1" w14:textId="77777777" w:rsidR="00513A0F" w:rsidRPr="00136C48" w:rsidRDefault="00513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Dlážděná 1003/7 - 11000 Praha 1,                                             Petr Reichelt - 725 820 765 / 972 235 573</w:t>
            </w:r>
          </w:p>
        </w:tc>
        <w:tc>
          <w:tcPr>
            <w:tcW w:w="940" w:type="dxa"/>
            <w:hideMark/>
          </w:tcPr>
          <w:p w14:paraId="1B46EBF4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400</w:t>
            </w:r>
          </w:p>
        </w:tc>
        <w:tc>
          <w:tcPr>
            <w:tcW w:w="903" w:type="dxa"/>
            <w:noWrap/>
            <w:hideMark/>
          </w:tcPr>
          <w:p w14:paraId="0AD69F4C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70</w:t>
            </w:r>
          </w:p>
        </w:tc>
        <w:tc>
          <w:tcPr>
            <w:tcW w:w="567" w:type="dxa"/>
            <w:noWrap/>
            <w:hideMark/>
          </w:tcPr>
          <w:p w14:paraId="66A9EE2A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65</w:t>
            </w:r>
          </w:p>
        </w:tc>
        <w:tc>
          <w:tcPr>
            <w:tcW w:w="992" w:type="dxa"/>
            <w:noWrap/>
            <w:hideMark/>
          </w:tcPr>
          <w:p w14:paraId="2022AD02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50</w:t>
            </w:r>
          </w:p>
        </w:tc>
        <w:tc>
          <w:tcPr>
            <w:tcW w:w="701" w:type="dxa"/>
          </w:tcPr>
          <w:p w14:paraId="6D53E0D8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65</w:t>
            </w:r>
          </w:p>
        </w:tc>
      </w:tr>
      <w:tr w:rsidR="00513A0F" w:rsidRPr="00136C48" w14:paraId="72D5BB8E" w14:textId="77777777" w:rsidTr="00513A0F">
        <w:trPr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noWrap/>
          </w:tcPr>
          <w:p w14:paraId="15DFAB8D" w14:textId="77777777" w:rsidR="00513A0F" w:rsidRPr="00136C48" w:rsidRDefault="00513A0F" w:rsidP="00136C48">
            <w:r w:rsidRPr="00136C48">
              <w:t>O10 spolupráce se školami                                     Eva Rubešová</w:t>
            </w:r>
          </w:p>
        </w:tc>
        <w:tc>
          <w:tcPr>
            <w:tcW w:w="2907" w:type="dxa"/>
          </w:tcPr>
          <w:p w14:paraId="40C50E4C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Dlážděná 1003/7 - 110 00 Praha 1,                               Petr Reichelt - 725 820 765 / 972 235 573</w:t>
            </w:r>
          </w:p>
        </w:tc>
        <w:tc>
          <w:tcPr>
            <w:tcW w:w="940" w:type="dxa"/>
          </w:tcPr>
          <w:p w14:paraId="62C25DC9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5</w:t>
            </w:r>
          </w:p>
        </w:tc>
        <w:tc>
          <w:tcPr>
            <w:tcW w:w="903" w:type="dxa"/>
            <w:noWrap/>
          </w:tcPr>
          <w:p w14:paraId="5594E29A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15</w:t>
            </w:r>
          </w:p>
        </w:tc>
        <w:tc>
          <w:tcPr>
            <w:tcW w:w="567" w:type="dxa"/>
            <w:noWrap/>
          </w:tcPr>
          <w:p w14:paraId="4BC60E14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10</w:t>
            </w:r>
          </w:p>
        </w:tc>
        <w:tc>
          <w:tcPr>
            <w:tcW w:w="992" w:type="dxa"/>
            <w:noWrap/>
          </w:tcPr>
          <w:p w14:paraId="0816F0D5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10</w:t>
            </w:r>
          </w:p>
        </w:tc>
        <w:tc>
          <w:tcPr>
            <w:tcW w:w="701" w:type="dxa"/>
          </w:tcPr>
          <w:p w14:paraId="7321CD81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</w:tr>
      <w:tr w:rsidR="00513A0F" w:rsidRPr="00136C48" w14:paraId="38BBBD5B" w14:textId="77777777" w:rsidTr="00513A0F">
        <w:trPr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noWrap/>
          </w:tcPr>
          <w:p w14:paraId="0C8933CB" w14:textId="77777777" w:rsidR="00513A0F" w:rsidRPr="00136C48" w:rsidRDefault="00513A0F" w:rsidP="00136C48">
            <w:pPr>
              <w:rPr>
                <w:bCs/>
              </w:rPr>
            </w:pPr>
            <w:r w:rsidRPr="00136C48">
              <w:rPr>
                <w:bCs/>
              </w:rPr>
              <w:t xml:space="preserve">Rezerva - O27 </w:t>
            </w:r>
            <w:r>
              <w:rPr>
                <w:bCs/>
              </w:rPr>
              <w:t>GŘ</w:t>
            </w:r>
          </w:p>
        </w:tc>
        <w:tc>
          <w:tcPr>
            <w:tcW w:w="2907" w:type="dxa"/>
          </w:tcPr>
          <w:p w14:paraId="0694BA4E" w14:textId="77777777" w:rsidR="00513A0F" w:rsidRPr="00136C48" w:rsidRDefault="00513A0F" w:rsidP="00D466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136C48">
              <w:t>Dlážděná 1003/7 - 110 00 Praha 1</w:t>
            </w:r>
            <w:r>
              <w:br/>
              <w:t xml:space="preserve">David Čistý - 972 235 778/ </w:t>
            </w:r>
            <w:r w:rsidRPr="00D466CD">
              <w:t>702 263 911</w:t>
            </w:r>
          </w:p>
        </w:tc>
        <w:tc>
          <w:tcPr>
            <w:tcW w:w="940" w:type="dxa"/>
          </w:tcPr>
          <w:p w14:paraId="12BC07B9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rPr>
                <w:bCs/>
              </w:rPr>
              <w:t>100</w:t>
            </w:r>
          </w:p>
        </w:tc>
        <w:tc>
          <w:tcPr>
            <w:tcW w:w="903" w:type="dxa"/>
            <w:noWrap/>
          </w:tcPr>
          <w:p w14:paraId="5280FF53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rPr>
                <w:bCs/>
              </w:rPr>
              <w:t>100</w:t>
            </w:r>
          </w:p>
        </w:tc>
        <w:tc>
          <w:tcPr>
            <w:tcW w:w="567" w:type="dxa"/>
            <w:noWrap/>
          </w:tcPr>
          <w:p w14:paraId="39CFF90E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rPr>
                <w:bCs/>
              </w:rPr>
              <w:t>100</w:t>
            </w:r>
          </w:p>
        </w:tc>
        <w:tc>
          <w:tcPr>
            <w:tcW w:w="992" w:type="dxa"/>
            <w:noWrap/>
          </w:tcPr>
          <w:p w14:paraId="7A92691F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rPr>
                <w:bCs/>
              </w:rPr>
              <w:t>50</w:t>
            </w:r>
          </w:p>
        </w:tc>
        <w:tc>
          <w:tcPr>
            <w:tcW w:w="701" w:type="dxa"/>
          </w:tcPr>
          <w:p w14:paraId="5DD7BEB3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500</w:t>
            </w:r>
          </w:p>
        </w:tc>
      </w:tr>
      <w:tr w:rsidR="00513A0F" w:rsidRPr="00136C48" w14:paraId="5EFD3DBC" w14:textId="77777777" w:rsidTr="00513A0F">
        <w:trPr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noWrap/>
          </w:tcPr>
          <w:p w14:paraId="155C2E38" w14:textId="77777777" w:rsidR="00513A0F" w:rsidRPr="0049561E" w:rsidRDefault="00513A0F" w:rsidP="00136C48">
            <w:pPr>
              <w:rPr>
                <w:b/>
                <w:bCs/>
                <w:color w:val="AEAAAA" w:themeColor="background2" w:themeShade="BF"/>
              </w:rPr>
            </w:pPr>
            <w:r w:rsidRPr="0049561E">
              <w:rPr>
                <w:b/>
                <w:bCs/>
                <w:color w:val="AEAAAA" w:themeColor="background2" w:themeShade="BF"/>
              </w:rPr>
              <w:t>Celkem na GŘ Správy železnic (Dlážděná ulice, Praha 1)</w:t>
            </w:r>
          </w:p>
        </w:tc>
        <w:tc>
          <w:tcPr>
            <w:tcW w:w="2907" w:type="dxa"/>
          </w:tcPr>
          <w:p w14:paraId="0C65CBE0" w14:textId="77777777" w:rsidR="00513A0F" w:rsidRPr="0049561E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EAAAA" w:themeColor="background2" w:themeShade="BF"/>
              </w:rPr>
            </w:pPr>
            <w:r w:rsidRPr="0049561E">
              <w:rPr>
                <w:b/>
                <w:color w:val="AEAAAA" w:themeColor="background2" w:themeShade="BF"/>
              </w:rPr>
              <w:t>Dlážděná 1003/7 - 110 00 Praha 1</w:t>
            </w:r>
            <w:r w:rsidR="00E3468A">
              <w:rPr>
                <w:b/>
                <w:color w:val="AEAAAA" w:themeColor="background2" w:themeShade="BF"/>
              </w:rPr>
              <w:t xml:space="preserve">, </w:t>
            </w:r>
            <w:r w:rsidRPr="0049561E">
              <w:rPr>
                <w:b/>
                <w:color w:val="AEAAAA" w:themeColor="background2" w:themeShade="BF"/>
              </w:rPr>
              <w:t>Petr Reichelt - 725 820 765 / 972 235 573</w:t>
            </w:r>
          </w:p>
        </w:tc>
        <w:tc>
          <w:tcPr>
            <w:tcW w:w="940" w:type="dxa"/>
          </w:tcPr>
          <w:p w14:paraId="384B0653" w14:textId="77777777" w:rsidR="00513A0F" w:rsidRPr="0049561E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EAAAA" w:themeColor="background2" w:themeShade="BF"/>
              </w:rPr>
            </w:pPr>
            <w:r w:rsidRPr="0049561E">
              <w:rPr>
                <w:b/>
                <w:bCs/>
                <w:color w:val="AEAAAA" w:themeColor="background2" w:themeShade="BF"/>
              </w:rPr>
              <w:t>2030</w:t>
            </w:r>
          </w:p>
        </w:tc>
        <w:tc>
          <w:tcPr>
            <w:tcW w:w="903" w:type="dxa"/>
            <w:noWrap/>
          </w:tcPr>
          <w:p w14:paraId="313E6F9A" w14:textId="77777777" w:rsidR="00513A0F" w:rsidRPr="0049561E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EAAAA" w:themeColor="background2" w:themeShade="BF"/>
              </w:rPr>
            </w:pPr>
            <w:r w:rsidRPr="0049561E">
              <w:rPr>
                <w:b/>
                <w:bCs/>
                <w:color w:val="AEAAAA" w:themeColor="background2" w:themeShade="BF"/>
              </w:rPr>
              <w:t>708</w:t>
            </w:r>
          </w:p>
        </w:tc>
        <w:tc>
          <w:tcPr>
            <w:tcW w:w="567" w:type="dxa"/>
            <w:noWrap/>
          </w:tcPr>
          <w:p w14:paraId="434C2B6E" w14:textId="77777777" w:rsidR="00513A0F" w:rsidRPr="0049561E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EAAAA" w:themeColor="background2" w:themeShade="BF"/>
              </w:rPr>
            </w:pPr>
            <w:r w:rsidRPr="0049561E">
              <w:rPr>
                <w:b/>
                <w:bCs/>
                <w:color w:val="AEAAAA" w:themeColor="background2" w:themeShade="BF"/>
              </w:rPr>
              <w:t>683</w:t>
            </w:r>
          </w:p>
        </w:tc>
        <w:tc>
          <w:tcPr>
            <w:tcW w:w="992" w:type="dxa"/>
            <w:noWrap/>
          </w:tcPr>
          <w:p w14:paraId="5C2AF58C" w14:textId="77777777" w:rsidR="00513A0F" w:rsidRPr="0049561E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EAAAA" w:themeColor="background2" w:themeShade="BF"/>
              </w:rPr>
            </w:pPr>
            <w:r w:rsidRPr="0049561E">
              <w:rPr>
                <w:b/>
                <w:bCs/>
                <w:color w:val="AEAAAA" w:themeColor="background2" w:themeShade="BF"/>
              </w:rPr>
              <w:t>495</w:t>
            </w:r>
          </w:p>
        </w:tc>
        <w:tc>
          <w:tcPr>
            <w:tcW w:w="701" w:type="dxa"/>
          </w:tcPr>
          <w:p w14:paraId="771AECD9" w14:textId="77777777" w:rsidR="00513A0F" w:rsidRPr="0049561E" w:rsidRDefault="0025732D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EAAAA" w:themeColor="background2" w:themeShade="BF"/>
              </w:rPr>
            </w:pPr>
            <w:r>
              <w:rPr>
                <w:b/>
                <w:bCs/>
                <w:color w:val="AEAAAA" w:themeColor="background2" w:themeShade="BF"/>
              </w:rPr>
              <w:t>1083</w:t>
            </w:r>
          </w:p>
        </w:tc>
      </w:tr>
      <w:tr w:rsidR="00513A0F" w:rsidRPr="00136C48" w14:paraId="16AFDACC" w14:textId="77777777" w:rsidTr="00513A0F">
        <w:trPr>
          <w:trHeight w:val="6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34364DB5" w14:textId="77777777" w:rsidR="00513A0F" w:rsidRPr="00136C48" w:rsidRDefault="00513A0F" w:rsidP="00136C48">
            <w:r w:rsidRPr="00136C48">
              <w:t>OŘ Olomouc</w:t>
            </w:r>
            <w:r w:rsidRPr="00136C48">
              <w:br/>
              <w:t>Irena Kolářová</w:t>
            </w:r>
          </w:p>
        </w:tc>
        <w:tc>
          <w:tcPr>
            <w:tcW w:w="2907" w:type="dxa"/>
            <w:hideMark/>
          </w:tcPr>
          <w:p w14:paraId="224FEEA0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Nerudova 773/1 - 779 00 Olomouc,                                   Irena Kolářová - 724 459 792 / 972 740 427</w:t>
            </w:r>
          </w:p>
        </w:tc>
        <w:tc>
          <w:tcPr>
            <w:tcW w:w="940" w:type="dxa"/>
            <w:hideMark/>
          </w:tcPr>
          <w:p w14:paraId="6F8229BE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700</w:t>
            </w:r>
          </w:p>
        </w:tc>
        <w:tc>
          <w:tcPr>
            <w:tcW w:w="903" w:type="dxa"/>
            <w:noWrap/>
            <w:hideMark/>
          </w:tcPr>
          <w:p w14:paraId="6F885203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50</w:t>
            </w:r>
          </w:p>
        </w:tc>
        <w:tc>
          <w:tcPr>
            <w:tcW w:w="567" w:type="dxa"/>
            <w:noWrap/>
            <w:hideMark/>
          </w:tcPr>
          <w:p w14:paraId="5BBF1DD2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40</w:t>
            </w:r>
          </w:p>
        </w:tc>
        <w:tc>
          <w:tcPr>
            <w:tcW w:w="992" w:type="dxa"/>
            <w:noWrap/>
            <w:hideMark/>
          </w:tcPr>
          <w:p w14:paraId="4DE7EE4F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40</w:t>
            </w:r>
          </w:p>
        </w:tc>
        <w:tc>
          <w:tcPr>
            <w:tcW w:w="701" w:type="dxa"/>
          </w:tcPr>
          <w:p w14:paraId="55AE318D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</w:tc>
      </w:tr>
      <w:tr w:rsidR="00513A0F" w:rsidRPr="00136C48" w14:paraId="1AAC6342" w14:textId="77777777" w:rsidTr="00513A0F">
        <w:trPr>
          <w:trHeight w:val="5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73697F26" w14:textId="77777777" w:rsidR="00513A0F" w:rsidRPr="00136C48" w:rsidRDefault="00513A0F" w:rsidP="00136C48">
            <w:r w:rsidRPr="00136C48">
              <w:t>OŘ Ostrava</w:t>
            </w:r>
            <w:r w:rsidRPr="00136C48">
              <w:br/>
              <w:t>Dana Bechná</w:t>
            </w:r>
          </w:p>
        </w:tc>
        <w:tc>
          <w:tcPr>
            <w:tcW w:w="2907" w:type="dxa"/>
            <w:hideMark/>
          </w:tcPr>
          <w:p w14:paraId="313FDA1A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Muglinovská 1038/5 - 705 00 Ostrava,                        Dana Bechná - 702 072 536 / 972 766 150</w:t>
            </w:r>
          </w:p>
        </w:tc>
        <w:tc>
          <w:tcPr>
            <w:tcW w:w="940" w:type="dxa"/>
            <w:hideMark/>
          </w:tcPr>
          <w:p w14:paraId="799EF6AD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901</w:t>
            </w:r>
          </w:p>
        </w:tc>
        <w:tc>
          <w:tcPr>
            <w:tcW w:w="903" w:type="dxa"/>
            <w:noWrap/>
            <w:hideMark/>
          </w:tcPr>
          <w:p w14:paraId="626A45E1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110</w:t>
            </w:r>
          </w:p>
        </w:tc>
        <w:tc>
          <w:tcPr>
            <w:tcW w:w="567" w:type="dxa"/>
            <w:noWrap/>
            <w:hideMark/>
          </w:tcPr>
          <w:p w14:paraId="2207AC78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60</w:t>
            </w:r>
          </w:p>
        </w:tc>
        <w:tc>
          <w:tcPr>
            <w:tcW w:w="992" w:type="dxa"/>
            <w:noWrap/>
            <w:hideMark/>
          </w:tcPr>
          <w:p w14:paraId="1B70485E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60</w:t>
            </w:r>
          </w:p>
        </w:tc>
        <w:tc>
          <w:tcPr>
            <w:tcW w:w="701" w:type="dxa"/>
          </w:tcPr>
          <w:p w14:paraId="3D9510A5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</w:t>
            </w:r>
          </w:p>
        </w:tc>
      </w:tr>
      <w:tr w:rsidR="00513A0F" w:rsidRPr="00136C48" w14:paraId="66A3FC9E" w14:textId="77777777" w:rsidTr="00513A0F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6268A23B" w14:textId="77777777" w:rsidR="00513A0F" w:rsidRPr="00136C48" w:rsidRDefault="00513A0F" w:rsidP="00136C48">
            <w:r w:rsidRPr="00136C48">
              <w:t>OŘ Brno</w:t>
            </w:r>
            <w:r w:rsidRPr="00136C48">
              <w:br/>
              <w:t>Robert Vychodil</w:t>
            </w:r>
          </w:p>
        </w:tc>
        <w:tc>
          <w:tcPr>
            <w:tcW w:w="2907" w:type="dxa"/>
            <w:hideMark/>
          </w:tcPr>
          <w:p w14:paraId="6324A7AB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Kounicova 26</w:t>
            </w:r>
            <w:r>
              <w:t xml:space="preserve"> - 611 43 Brno,</w:t>
            </w:r>
            <w:r w:rsidRPr="00136C48">
              <w:t xml:space="preserve">                                Robert Vychodil - 724 746 297 / 972 626 077</w:t>
            </w:r>
          </w:p>
        </w:tc>
        <w:tc>
          <w:tcPr>
            <w:tcW w:w="940" w:type="dxa"/>
            <w:hideMark/>
          </w:tcPr>
          <w:p w14:paraId="10413D17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1101</w:t>
            </w:r>
          </w:p>
        </w:tc>
        <w:tc>
          <w:tcPr>
            <w:tcW w:w="903" w:type="dxa"/>
            <w:noWrap/>
            <w:hideMark/>
          </w:tcPr>
          <w:p w14:paraId="31D15966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100</w:t>
            </w:r>
          </w:p>
        </w:tc>
        <w:tc>
          <w:tcPr>
            <w:tcW w:w="567" w:type="dxa"/>
            <w:noWrap/>
            <w:hideMark/>
          </w:tcPr>
          <w:p w14:paraId="475F60D1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0</w:t>
            </w:r>
          </w:p>
        </w:tc>
        <w:tc>
          <w:tcPr>
            <w:tcW w:w="992" w:type="dxa"/>
            <w:noWrap/>
            <w:hideMark/>
          </w:tcPr>
          <w:p w14:paraId="311205B2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50</w:t>
            </w:r>
          </w:p>
        </w:tc>
        <w:tc>
          <w:tcPr>
            <w:tcW w:w="701" w:type="dxa"/>
          </w:tcPr>
          <w:p w14:paraId="1B715A5A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</w:tr>
      <w:tr w:rsidR="00513A0F" w:rsidRPr="00136C48" w14:paraId="3D9F4A7E" w14:textId="77777777" w:rsidTr="00513A0F">
        <w:trPr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3C1F3601" w14:textId="77777777" w:rsidR="00513A0F" w:rsidRPr="00136C48" w:rsidRDefault="00513A0F" w:rsidP="00136C48">
            <w:r w:rsidRPr="00136C48">
              <w:lastRenderedPageBreak/>
              <w:t>OŘ Hradec Králové</w:t>
            </w:r>
            <w:r w:rsidRPr="00136C48">
              <w:br/>
              <w:t>Anna Kovačičová</w:t>
            </w:r>
          </w:p>
        </w:tc>
        <w:tc>
          <w:tcPr>
            <w:tcW w:w="2907" w:type="dxa"/>
            <w:hideMark/>
          </w:tcPr>
          <w:p w14:paraId="1467A0D4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Sklad SVS, Na Důchodě 719, 503 01 Hradec Králové,                          Anna Kovačičová - 602 456 911 / 972 342 046</w:t>
            </w:r>
          </w:p>
        </w:tc>
        <w:tc>
          <w:tcPr>
            <w:tcW w:w="940" w:type="dxa"/>
            <w:hideMark/>
          </w:tcPr>
          <w:p w14:paraId="66919E09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1340</w:t>
            </w:r>
          </w:p>
        </w:tc>
        <w:tc>
          <w:tcPr>
            <w:tcW w:w="903" w:type="dxa"/>
            <w:noWrap/>
            <w:hideMark/>
          </w:tcPr>
          <w:p w14:paraId="7B68A1DF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170</w:t>
            </w:r>
          </w:p>
        </w:tc>
        <w:tc>
          <w:tcPr>
            <w:tcW w:w="567" w:type="dxa"/>
            <w:noWrap/>
            <w:hideMark/>
          </w:tcPr>
          <w:p w14:paraId="7816E9B6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200</w:t>
            </w:r>
          </w:p>
        </w:tc>
        <w:tc>
          <w:tcPr>
            <w:tcW w:w="992" w:type="dxa"/>
            <w:noWrap/>
            <w:hideMark/>
          </w:tcPr>
          <w:p w14:paraId="2210D525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50</w:t>
            </w:r>
          </w:p>
        </w:tc>
        <w:tc>
          <w:tcPr>
            <w:tcW w:w="701" w:type="dxa"/>
          </w:tcPr>
          <w:p w14:paraId="7ACDA0D0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</w:t>
            </w:r>
          </w:p>
        </w:tc>
      </w:tr>
      <w:tr w:rsidR="00513A0F" w:rsidRPr="00136C48" w14:paraId="223EE1FA" w14:textId="77777777" w:rsidTr="00513A0F">
        <w:trPr>
          <w:trHeight w:val="6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22F9923A" w14:textId="77777777" w:rsidR="00513A0F" w:rsidRPr="00136C48" w:rsidRDefault="00513A0F" w:rsidP="00136C48">
            <w:r w:rsidRPr="00136C48">
              <w:t>OŘ Praha</w:t>
            </w:r>
            <w:r w:rsidRPr="00136C48">
              <w:br/>
              <w:t>Soňa Kühnelová</w:t>
            </w:r>
          </w:p>
        </w:tc>
        <w:tc>
          <w:tcPr>
            <w:tcW w:w="2907" w:type="dxa"/>
            <w:hideMark/>
          </w:tcPr>
          <w:p w14:paraId="5B6B755D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Partyzánská 1504/24, 170 00 Praha 7,                                      Soňa Kühnelová - 602 435 476 / 972 226 444</w:t>
            </w:r>
          </w:p>
        </w:tc>
        <w:tc>
          <w:tcPr>
            <w:tcW w:w="940" w:type="dxa"/>
            <w:hideMark/>
          </w:tcPr>
          <w:p w14:paraId="448256C3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1700</w:t>
            </w:r>
          </w:p>
        </w:tc>
        <w:tc>
          <w:tcPr>
            <w:tcW w:w="903" w:type="dxa"/>
            <w:noWrap/>
            <w:hideMark/>
          </w:tcPr>
          <w:p w14:paraId="574758D8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150</w:t>
            </w:r>
          </w:p>
        </w:tc>
        <w:tc>
          <w:tcPr>
            <w:tcW w:w="567" w:type="dxa"/>
            <w:noWrap/>
            <w:hideMark/>
          </w:tcPr>
          <w:p w14:paraId="672846C9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200</w:t>
            </w:r>
          </w:p>
        </w:tc>
        <w:tc>
          <w:tcPr>
            <w:tcW w:w="992" w:type="dxa"/>
            <w:noWrap/>
            <w:hideMark/>
          </w:tcPr>
          <w:p w14:paraId="0F307194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150</w:t>
            </w:r>
          </w:p>
        </w:tc>
        <w:tc>
          <w:tcPr>
            <w:tcW w:w="701" w:type="dxa"/>
          </w:tcPr>
          <w:p w14:paraId="5081E519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</w:t>
            </w:r>
          </w:p>
        </w:tc>
      </w:tr>
      <w:tr w:rsidR="00513A0F" w:rsidRPr="00136C48" w14:paraId="33B570D7" w14:textId="77777777" w:rsidTr="00513A0F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616FEAE4" w14:textId="77777777" w:rsidR="00513A0F" w:rsidRPr="00136C48" w:rsidRDefault="00513A0F" w:rsidP="00136C48">
            <w:r w:rsidRPr="00136C48">
              <w:t>OŘ Ústí nad Labem</w:t>
            </w:r>
            <w:r w:rsidRPr="00136C48">
              <w:br/>
              <w:t>Zuzana Petráková</w:t>
            </w:r>
          </w:p>
        </w:tc>
        <w:tc>
          <w:tcPr>
            <w:tcW w:w="2907" w:type="dxa"/>
            <w:hideMark/>
          </w:tcPr>
          <w:p w14:paraId="1D931A13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Železničářská 1386/31 - 400 03 Ústí nad Labem, Zuzana Petráková - 724 496 755 / 972 422 766</w:t>
            </w:r>
          </w:p>
        </w:tc>
        <w:tc>
          <w:tcPr>
            <w:tcW w:w="940" w:type="dxa"/>
            <w:hideMark/>
          </w:tcPr>
          <w:p w14:paraId="2F5C1E4D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1000</w:t>
            </w:r>
          </w:p>
        </w:tc>
        <w:tc>
          <w:tcPr>
            <w:tcW w:w="903" w:type="dxa"/>
            <w:noWrap/>
            <w:hideMark/>
          </w:tcPr>
          <w:p w14:paraId="7C0329D0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90</w:t>
            </w:r>
          </w:p>
        </w:tc>
        <w:tc>
          <w:tcPr>
            <w:tcW w:w="567" w:type="dxa"/>
            <w:noWrap/>
            <w:hideMark/>
          </w:tcPr>
          <w:p w14:paraId="20681975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50</w:t>
            </w:r>
          </w:p>
        </w:tc>
        <w:tc>
          <w:tcPr>
            <w:tcW w:w="992" w:type="dxa"/>
            <w:noWrap/>
            <w:hideMark/>
          </w:tcPr>
          <w:p w14:paraId="54A571F2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50</w:t>
            </w:r>
          </w:p>
        </w:tc>
        <w:tc>
          <w:tcPr>
            <w:tcW w:w="701" w:type="dxa"/>
          </w:tcPr>
          <w:p w14:paraId="6A1145F3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</w:tr>
      <w:tr w:rsidR="00513A0F" w:rsidRPr="00136C48" w14:paraId="6298D47D" w14:textId="77777777" w:rsidTr="00513A0F">
        <w:trPr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52B6C1B8" w14:textId="77777777" w:rsidR="00513A0F" w:rsidRPr="00136C48" w:rsidRDefault="00513A0F" w:rsidP="00136C48">
            <w:r w:rsidRPr="00136C48">
              <w:t>OŘ Plzeň</w:t>
            </w:r>
            <w:r w:rsidRPr="00136C48">
              <w:br/>
              <w:t>Alena Boučková</w:t>
            </w:r>
          </w:p>
        </w:tc>
        <w:tc>
          <w:tcPr>
            <w:tcW w:w="2907" w:type="dxa"/>
            <w:hideMark/>
          </w:tcPr>
          <w:p w14:paraId="483292F9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Sušická 23 - 326 00 Plzeň,                                           Alena Boučková - 724 644 229 / 972 524 078</w:t>
            </w:r>
          </w:p>
        </w:tc>
        <w:tc>
          <w:tcPr>
            <w:tcW w:w="940" w:type="dxa"/>
            <w:hideMark/>
          </w:tcPr>
          <w:p w14:paraId="573D4035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1051</w:t>
            </w:r>
          </w:p>
        </w:tc>
        <w:tc>
          <w:tcPr>
            <w:tcW w:w="903" w:type="dxa"/>
            <w:noWrap/>
            <w:hideMark/>
          </w:tcPr>
          <w:p w14:paraId="63D524B7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120</w:t>
            </w:r>
          </w:p>
        </w:tc>
        <w:tc>
          <w:tcPr>
            <w:tcW w:w="567" w:type="dxa"/>
            <w:noWrap/>
            <w:hideMark/>
          </w:tcPr>
          <w:p w14:paraId="02EE7D2A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50</w:t>
            </w:r>
          </w:p>
        </w:tc>
        <w:tc>
          <w:tcPr>
            <w:tcW w:w="992" w:type="dxa"/>
            <w:noWrap/>
            <w:hideMark/>
          </w:tcPr>
          <w:p w14:paraId="12447154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50</w:t>
            </w:r>
          </w:p>
        </w:tc>
        <w:tc>
          <w:tcPr>
            <w:tcW w:w="701" w:type="dxa"/>
          </w:tcPr>
          <w:p w14:paraId="66BC586A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</w:tr>
      <w:tr w:rsidR="00513A0F" w:rsidRPr="00136C48" w14:paraId="15DD5FAB" w14:textId="77777777" w:rsidTr="00513A0F">
        <w:trPr>
          <w:trHeight w:val="6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1C1CB487" w14:textId="77777777" w:rsidR="00513A0F" w:rsidRPr="00136C48" w:rsidRDefault="00513A0F" w:rsidP="00136C48">
            <w:r w:rsidRPr="00136C48">
              <w:t>SSV Olomouc</w:t>
            </w:r>
            <w:r w:rsidRPr="00136C48">
              <w:br/>
              <w:t>Romana Hrabalová</w:t>
            </w:r>
          </w:p>
        </w:tc>
        <w:tc>
          <w:tcPr>
            <w:tcW w:w="2907" w:type="dxa"/>
            <w:hideMark/>
          </w:tcPr>
          <w:p w14:paraId="14464EDA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Nerudova 773/1 - 779 00 Olomouc,                          Romana Hrabalová - 722 809777</w:t>
            </w:r>
          </w:p>
        </w:tc>
        <w:tc>
          <w:tcPr>
            <w:tcW w:w="940" w:type="dxa"/>
            <w:hideMark/>
          </w:tcPr>
          <w:p w14:paraId="684BB053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230</w:t>
            </w:r>
          </w:p>
        </w:tc>
        <w:tc>
          <w:tcPr>
            <w:tcW w:w="903" w:type="dxa"/>
            <w:noWrap/>
            <w:hideMark/>
          </w:tcPr>
          <w:p w14:paraId="3AB843A8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60</w:t>
            </w:r>
          </w:p>
        </w:tc>
        <w:tc>
          <w:tcPr>
            <w:tcW w:w="567" w:type="dxa"/>
            <w:noWrap/>
            <w:hideMark/>
          </w:tcPr>
          <w:p w14:paraId="4A086643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30</w:t>
            </w:r>
          </w:p>
        </w:tc>
        <w:tc>
          <w:tcPr>
            <w:tcW w:w="992" w:type="dxa"/>
            <w:noWrap/>
            <w:hideMark/>
          </w:tcPr>
          <w:p w14:paraId="3F47F733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10</w:t>
            </w:r>
          </w:p>
        </w:tc>
        <w:tc>
          <w:tcPr>
            <w:tcW w:w="701" w:type="dxa"/>
          </w:tcPr>
          <w:p w14:paraId="46E337B8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</w:t>
            </w:r>
          </w:p>
        </w:tc>
      </w:tr>
      <w:tr w:rsidR="00513A0F" w:rsidRPr="00136C48" w14:paraId="7A0DFF01" w14:textId="77777777" w:rsidTr="00513A0F">
        <w:trPr>
          <w:trHeight w:val="5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68ABE415" w14:textId="77777777" w:rsidR="00513A0F" w:rsidRPr="00136C48" w:rsidRDefault="00513A0F" w:rsidP="00136C48">
            <w:r w:rsidRPr="00136C48">
              <w:t>SSZ Praha</w:t>
            </w:r>
            <w:r w:rsidRPr="00136C48">
              <w:br/>
              <w:t>Lenka Skalíková</w:t>
            </w:r>
          </w:p>
        </w:tc>
        <w:tc>
          <w:tcPr>
            <w:tcW w:w="2907" w:type="dxa"/>
            <w:hideMark/>
          </w:tcPr>
          <w:p w14:paraId="2559E5FA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Diamond Point, Ke Štvanici 656</w:t>
            </w:r>
            <w:r>
              <w:t>/3, 186 00 Praha 8,</w:t>
            </w:r>
            <w:r w:rsidRPr="00136C48">
              <w:t xml:space="preserve"> Lenka Skalíková - 602 610 153</w:t>
            </w:r>
          </w:p>
        </w:tc>
        <w:tc>
          <w:tcPr>
            <w:tcW w:w="940" w:type="dxa"/>
            <w:hideMark/>
          </w:tcPr>
          <w:p w14:paraId="04D87453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350</w:t>
            </w:r>
          </w:p>
        </w:tc>
        <w:tc>
          <w:tcPr>
            <w:tcW w:w="903" w:type="dxa"/>
            <w:noWrap/>
            <w:hideMark/>
          </w:tcPr>
          <w:p w14:paraId="7EF35915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150</w:t>
            </w:r>
          </w:p>
        </w:tc>
        <w:tc>
          <w:tcPr>
            <w:tcW w:w="567" w:type="dxa"/>
            <w:noWrap/>
            <w:hideMark/>
          </w:tcPr>
          <w:p w14:paraId="58AD7F07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100</w:t>
            </w:r>
          </w:p>
        </w:tc>
        <w:tc>
          <w:tcPr>
            <w:tcW w:w="992" w:type="dxa"/>
            <w:noWrap/>
            <w:hideMark/>
          </w:tcPr>
          <w:p w14:paraId="12EF07E3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50</w:t>
            </w:r>
          </w:p>
        </w:tc>
        <w:tc>
          <w:tcPr>
            <w:tcW w:w="701" w:type="dxa"/>
          </w:tcPr>
          <w:p w14:paraId="770E48DB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</w:t>
            </w:r>
          </w:p>
        </w:tc>
      </w:tr>
      <w:tr w:rsidR="00513A0F" w:rsidRPr="00136C48" w14:paraId="6033F330" w14:textId="77777777" w:rsidTr="00513A0F">
        <w:trPr>
          <w:trHeight w:val="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05FCB68A" w14:textId="77777777" w:rsidR="00513A0F" w:rsidRPr="00136C48" w:rsidRDefault="00513A0F" w:rsidP="00136C48">
            <w:r w:rsidRPr="00136C48">
              <w:t xml:space="preserve">HZS </w:t>
            </w:r>
            <w:r w:rsidRPr="00136C48">
              <w:br/>
              <w:t>Monika Slabihoudková</w:t>
            </w:r>
          </w:p>
        </w:tc>
        <w:tc>
          <w:tcPr>
            <w:tcW w:w="2907" w:type="dxa"/>
            <w:hideMark/>
          </w:tcPr>
          <w:p w14:paraId="4AF37245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Chodovská 1430/3a - 14100 Praha 4,                                  Monika Slabihoudková - 720 178 344 / 972 235 116</w:t>
            </w:r>
          </w:p>
        </w:tc>
        <w:tc>
          <w:tcPr>
            <w:tcW w:w="940" w:type="dxa"/>
            <w:hideMark/>
          </w:tcPr>
          <w:p w14:paraId="7873AC5C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850</w:t>
            </w:r>
          </w:p>
        </w:tc>
        <w:tc>
          <w:tcPr>
            <w:tcW w:w="903" w:type="dxa"/>
            <w:noWrap/>
            <w:hideMark/>
          </w:tcPr>
          <w:p w14:paraId="08A849D3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130</w:t>
            </w:r>
          </w:p>
        </w:tc>
        <w:tc>
          <w:tcPr>
            <w:tcW w:w="567" w:type="dxa"/>
            <w:noWrap/>
            <w:hideMark/>
          </w:tcPr>
          <w:p w14:paraId="3B24D5A1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80</w:t>
            </w:r>
          </w:p>
        </w:tc>
        <w:tc>
          <w:tcPr>
            <w:tcW w:w="992" w:type="dxa"/>
            <w:noWrap/>
            <w:hideMark/>
          </w:tcPr>
          <w:p w14:paraId="0F246140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140</w:t>
            </w:r>
          </w:p>
        </w:tc>
        <w:tc>
          <w:tcPr>
            <w:tcW w:w="701" w:type="dxa"/>
          </w:tcPr>
          <w:p w14:paraId="01B38CFA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80</w:t>
            </w:r>
          </w:p>
        </w:tc>
      </w:tr>
      <w:tr w:rsidR="00513A0F" w:rsidRPr="00136C48" w14:paraId="0DD86332" w14:textId="77777777" w:rsidTr="00513A0F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44056443" w14:textId="77777777" w:rsidR="00513A0F" w:rsidRPr="00136C48" w:rsidRDefault="00513A0F" w:rsidP="00136C48">
            <w:r w:rsidRPr="00136C48">
              <w:t>SŽG</w:t>
            </w:r>
            <w:r w:rsidRPr="00136C48">
              <w:br/>
              <w:t>Dana Horká/Jolana Pajchlová</w:t>
            </w:r>
          </w:p>
        </w:tc>
        <w:tc>
          <w:tcPr>
            <w:tcW w:w="2907" w:type="dxa"/>
            <w:hideMark/>
          </w:tcPr>
          <w:p w14:paraId="1DE4376F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Václavkova 169/1 - 160 00 Praha 6,                          Dana Horká - 606781060 / 972 221 727</w:t>
            </w:r>
          </w:p>
        </w:tc>
        <w:tc>
          <w:tcPr>
            <w:tcW w:w="940" w:type="dxa"/>
            <w:hideMark/>
          </w:tcPr>
          <w:p w14:paraId="572F4FAD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240</w:t>
            </w:r>
          </w:p>
        </w:tc>
        <w:tc>
          <w:tcPr>
            <w:tcW w:w="903" w:type="dxa"/>
            <w:noWrap/>
            <w:hideMark/>
          </w:tcPr>
          <w:p w14:paraId="4D107C15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60</w:t>
            </w:r>
          </w:p>
        </w:tc>
        <w:tc>
          <w:tcPr>
            <w:tcW w:w="567" w:type="dxa"/>
            <w:noWrap/>
            <w:hideMark/>
          </w:tcPr>
          <w:p w14:paraId="0C752279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20</w:t>
            </w:r>
          </w:p>
        </w:tc>
        <w:tc>
          <w:tcPr>
            <w:tcW w:w="992" w:type="dxa"/>
            <w:noWrap/>
            <w:hideMark/>
          </w:tcPr>
          <w:p w14:paraId="04B84491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20</w:t>
            </w:r>
          </w:p>
        </w:tc>
        <w:tc>
          <w:tcPr>
            <w:tcW w:w="701" w:type="dxa"/>
          </w:tcPr>
          <w:p w14:paraId="2C2B2287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</w:t>
            </w:r>
          </w:p>
        </w:tc>
      </w:tr>
      <w:tr w:rsidR="00513A0F" w:rsidRPr="00136C48" w14:paraId="2F39FBE1" w14:textId="77777777" w:rsidTr="00513A0F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416239F3" w14:textId="77777777" w:rsidR="00513A0F" w:rsidRPr="00136C48" w:rsidRDefault="00513A0F" w:rsidP="00136C48">
            <w:r w:rsidRPr="00136C48">
              <w:t>CTD</w:t>
            </w:r>
            <w:r w:rsidRPr="00136C48">
              <w:br/>
              <w:t>Vendula Kopecká</w:t>
            </w:r>
          </w:p>
        </w:tc>
        <w:tc>
          <w:tcPr>
            <w:tcW w:w="2907" w:type="dxa"/>
            <w:hideMark/>
          </w:tcPr>
          <w:p w14:paraId="7055EF60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 xml:space="preserve">Areál depa, Riegrovo náměstí 914 - Hradec Králové,  Vendula Kopecká - 725 385 040 / 972 341 564 </w:t>
            </w:r>
          </w:p>
        </w:tc>
        <w:tc>
          <w:tcPr>
            <w:tcW w:w="940" w:type="dxa"/>
            <w:hideMark/>
          </w:tcPr>
          <w:p w14:paraId="2BCD1662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450</w:t>
            </w:r>
          </w:p>
        </w:tc>
        <w:tc>
          <w:tcPr>
            <w:tcW w:w="903" w:type="dxa"/>
            <w:noWrap/>
            <w:hideMark/>
          </w:tcPr>
          <w:p w14:paraId="75E085A4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100</w:t>
            </w:r>
          </w:p>
        </w:tc>
        <w:tc>
          <w:tcPr>
            <w:tcW w:w="567" w:type="dxa"/>
            <w:noWrap/>
            <w:hideMark/>
          </w:tcPr>
          <w:p w14:paraId="4173CED4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80</w:t>
            </w:r>
          </w:p>
        </w:tc>
        <w:tc>
          <w:tcPr>
            <w:tcW w:w="992" w:type="dxa"/>
            <w:noWrap/>
            <w:hideMark/>
          </w:tcPr>
          <w:p w14:paraId="12D26460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40</w:t>
            </w:r>
          </w:p>
        </w:tc>
        <w:tc>
          <w:tcPr>
            <w:tcW w:w="701" w:type="dxa"/>
          </w:tcPr>
          <w:p w14:paraId="2C6163AF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80</w:t>
            </w:r>
          </w:p>
        </w:tc>
      </w:tr>
      <w:tr w:rsidR="00513A0F" w:rsidRPr="00136C48" w14:paraId="18C89C50" w14:textId="77777777" w:rsidTr="00513A0F">
        <w:trPr>
          <w:trHeight w:val="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5E80AF44" w14:textId="77777777" w:rsidR="00513A0F" w:rsidRPr="00136C48" w:rsidRDefault="00513A0F" w:rsidP="00136C48">
            <w:r w:rsidRPr="00136C48">
              <w:t>CDP Praha</w:t>
            </w:r>
            <w:r w:rsidRPr="00136C48">
              <w:br/>
              <w:t xml:space="preserve">Alena Šelelyová </w:t>
            </w:r>
          </w:p>
        </w:tc>
        <w:tc>
          <w:tcPr>
            <w:tcW w:w="2907" w:type="dxa"/>
            <w:hideMark/>
          </w:tcPr>
          <w:p w14:paraId="09D0BD51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V Trianglu</w:t>
            </w:r>
            <w:r>
              <w:t xml:space="preserve"> 2474, 180 00 Praha 9,</w:t>
            </w:r>
            <w:r w:rsidRPr="00136C48">
              <w:t xml:space="preserve">                  Alena Šelelyová - 606 605 689 / 972 228 900</w:t>
            </w:r>
          </w:p>
        </w:tc>
        <w:tc>
          <w:tcPr>
            <w:tcW w:w="940" w:type="dxa"/>
            <w:hideMark/>
          </w:tcPr>
          <w:p w14:paraId="27FB7856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200</w:t>
            </w:r>
          </w:p>
        </w:tc>
        <w:tc>
          <w:tcPr>
            <w:tcW w:w="903" w:type="dxa"/>
            <w:noWrap/>
            <w:hideMark/>
          </w:tcPr>
          <w:p w14:paraId="75443FA6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40</w:t>
            </w:r>
          </w:p>
        </w:tc>
        <w:tc>
          <w:tcPr>
            <w:tcW w:w="567" w:type="dxa"/>
            <w:noWrap/>
            <w:hideMark/>
          </w:tcPr>
          <w:p w14:paraId="564ABD49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20</w:t>
            </w:r>
          </w:p>
        </w:tc>
        <w:tc>
          <w:tcPr>
            <w:tcW w:w="992" w:type="dxa"/>
            <w:noWrap/>
            <w:hideMark/>
          </w:tcPr>
          <w:p w14:paraId="0C4C8EA3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40</w:t>
            </w:r>
          </w:p>
        </w:tc>
        <w:tc>
          <w:tcPr>
            <w:tcW w:w="701" w:type="dxa"/>
          </w:tcPr>
          <w:p w14:paraId="7008B304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</w:t>
            </w:r>
          </w:p>
        </w:tc>
      </w:tr>
      <w:tr w:rsidR="00513A0F" w:rsidRPr="00136C48" w14:paraId="44312ABB" w14:textId="77777777" w:rsidTr="00513A0F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63216647" w14:textId="77777777" w:rsidR="00513A0F" w:rsidRPr="00136C48" w:rsidRDefault="00513A0F" w:rsidP="00136C48">
            <w:r w:rsidRPr="00136C48">
              <w:t>CDP Přerov</w:t>
            </w:r>
            <w:r w:rsidRPr="00136C48">
              <w:br/>
              <w:t>Jaroslava Šimíková</w:t>
            </w:r>
          </w:p>
        </w:tc>
        <w:tc>
          <w:tcPr>
            <w:tcW w:w="2907" w:type="dxa"/>
            <w:hideMark/>
          </w:tcPr>
          <w:p w14:paraId="135D9AFF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Tovární 3286 - 750 02 Přerov,                                   Jaroslava Šimíková - 725 858 761 / 972 730 018</w:t>
            </w:r>
          </w:p>
        </w:tc>
        <w:tc>
          <w:tcPr>
            <w:tcW w:w="940" w:type="dxa"/>
            <w:hideMark/>
          </w:tcPr>
          <w:p w14:paraId="090FDD04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150</w:t>
            </w:r>
          </w:p>
        </w:tc>
        <w:tc>
          <w:tcPr>
            <w:tcW w:w="903" w:type="dxa"/>
            <w:noWrap/>
            <w:hideMark/>
          </w:tcPr>
          <w:p w14:paraId="409E94A8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40</w:t>
            </w:r>
          </w:p>
        </w:tc>
        <w:tc>
          <w:tcPr>
            <w:tcW w:w="567" w:type="dxa"/>
            <w:noWrap/>
            <w:hideMark/>
          </w:tcPr>
          <w:p w14:paraId="1EB9BF55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10</w:t>
            </w:r>
          </w:p>
        </w:tc>
        <w:tc>
          <w:tcPr>
            <w:tcW w:w="992" w:type="dxa"/>
            <w:noWrap/>
            <w:hideMark/>
          </w:tcPr>
          <w:p w14:paraId="56EDF299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20</w:t>
            </w:r>
          </w:p>
        </w:tc>
        <w:tc>
          <w:tcPr>
            <w:tcW w:w="701" w:type="dxa"/>
          </w:tcPr>
          <w:p w14:paraId="0180C5CE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</w:tr>
      <w:tr w:rsidR="00513A0F" w:rsidRPr="00136C48" w14:paraId="38E12F5B" w14:textId="77777777" w:rsidTr="00513A0F">
        <w:trPr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2D4118EF" w14:textId="77777777" w:rsidR="00513A0F" w:rsidRPr="00136C48" w:rsidRDefault="00513A0F" w:rsidP="00136C48">
            <w:r w:rsidRPr="00136C48">
              <w:t>CSS Praha</w:t>
            </w:r>
            <w:r w:rsidRPr="00136C48">
              <w:br/>
              <w:t>Silvia Antošová</w:t>
            </w:r>
          </w:p>
        </w:tc>
        <w:tc>
          <w:tcPr>
            <w:tcW w:w="2907" w:type="dxa"/>
            <w:hideMark/>
          </w:tcPr>
          <w:p w14:paraId="35665554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Pernerova 2819/2a - 13000 Praha 3,                                          Silvia Antošová - 725 711 744 / 972 235 971</w:t>
            </w:r>
          </w:p>
        </w:tc>
        <w:tc>
          <w:tcPr>
            <w:tcW w:w="940" w:type="dxa"/>
            <w:hideMark/>
          </w:tcPr>
          <w:p w14:paraId="31E43C73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240</w:t>
            </w:r>
          </w:p>
        </w:tc>
        <w:tc>
          <w:tcPr>
            <w:tcW w:w="903" w:type="dxa"/>
            <w:noWrap/>
            <w:hideMark/>
          </w:tcPr>
          <w:p w14:paraId="1BEFE5D1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50</w:t>
            </w:r>
          </w:p>
        </w:tc>
        <w:tc>
          <w:tcPr>
            <w:tcW w:w="567" w:type="dxa"/>
            <w:noWrap/>
            <w:hideMark/>
          </w:tcPr>
          <w:p w14:paraId="5D5034D4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20</w:t>
            </w:r>
          </w:p>
        </w:tc>
        <w:tc>
          <w:tcPr>
            <w:tcW w:w="992" w:type="dxa"/>
            <w:noWrap/>
            <w:hideMark/>
          </w:tcPr>
          <w:p w14:paraId="690781CE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20</w:t>
            </w:r>
          </w:p>
        </w:tc>
        <w:tc>
          <w:tcPr>
            <w:tcW w:w="701" w:type="dxa"/>
          </w:tcPr>
          <w:p w14:paraId="600B9F0A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</w:t>
            </w:r>
          </w:p>
        </w:tc>
      </w:tr>
      <w:tr w:rsidR="00513A0F" w:rsidRPr="00136C48" w14:paraId="2C26F994" w14:textId="77777777" w:rsidTr="00513A0F">
        <w:trPr>
          <w:trHeight w:val="6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31E27F0A" w14:textId="77777777" w:rsidR="00513A0F" w:rsidRPr="00136C48" w:rsidRDefault="00513A0F" w:rsidP="00136C48">
            <w:r w:rsidRPr="00136C48">
              <w:t>SŽT Veronika Kyselová, Lucie Janíková</w:t>
            </w:r>
          </w:p>
        </w:tc>
        <w:tc>
          <w:tcPr>
            <w:tcW w:w="2907" w:type="dxa"/>
            <w:hideMark/>
          </w:tcPr>
          <w:p w14:paraId="59307953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V Celnici 1028/10, Praha 1, Veronika Kyselová nebo Lucie Janíková - 720 941 603 nebo 720 032 500</w:t>
            </w:r>
          </w:p>
        </w:tc>
        <w:tc>
          <w:tcPr>
            <w:tcW w:w="940" w:type="dxa"/>
            <w:hideMark/>
          </w:tcPr>
          <w:p w14:paraId="33AB4510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75</w:t>
            </w:r>
          </w:p>
        </w:tc>
        <w:tc>
          <w:tcPr>
            <w:tcW w:w="903" w:type="dxa"/>
            <w:noWrap/>
            <w:hideMark/>
          </w:tcPr>
          <w:p w14:paraId="4C853D78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4</w:t>
            </w:r>
          </w:p>
        </w:tc>
        <w:tc>
          <w:tcPr>
            <w:tcW w:w="567" w:type="dxa"/>
            <w:noWrap/>
            <w:hideMark/>
          </w:tcPr>
          <w:p w14:paraId="2E940973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32</w:t>
            </w:r>
          </w:p>
        </w:tc>
        <w:tc>
          <w:tcPr>
            <w:tcW w:w="992" w:type="dxa"/>
            <w:noWrap/>
            <w:hideMark/>
          </w:tcPr>
          <w:p w14:paraId="003B46FD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</w:t>
            </w:r>
          </w:p>
        </w:tc>
        <w:tc>
          <w:tcPr>
            <w:tcW w:w="701" w:type="dxa"/>
          </w:tcPr>
          <w:p w14:paraId="7D1F12F3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</w:t>
            </w:r>
          </w:p>
        </w:tc>
      </w:tr>
      <w:tr w:rsidR="00513A0F" w:rsidRPr="00136C48" w14:paraId="0326A5E6" w14:textId="77777777" w:rsidTr="00513A0F">
        <w:trPr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hideMark/>
          </w:tcPr>
          <w:p w14:paraId="6E416A05" w14:textId="77777777" w:rsidR="00513A0F" w:rsidRPr="00136C48" w:rsidRDefault="00513A0F" w:rsidP="00136C48">
            <w:r w:rsidRPr="00136C48">
              <w:t>VRT Marie Novotná, Nikola Hušková</w:t>
            </w:r>
          </w:p>
        </w:tc>
        <w:tc>
          <w:tcPr>
            <w:tcW w:w="2907" w:type="dxa"/>
            <w:hideMark/>
          </w:tcPr>
          <w:p w14:paraId="5E8D380D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V Celnici 1028/10, Praha 1, Marie Novotná nebo Nikola Hušková - 602 419 952 nebo 601 690 583</w:t>
            </w:r>
          </w:p>
        </w:tc>
        <w:tc>
          <w:tcPr>
            <w:tcW w:w="940" w:type="dxa"/>
            <w:hideMark/>
          </w:tcPr>
          <w:p w14:paraId="6AAC3CD6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90</w:t>
            </w:r>
          </w:p>
        </w:tc>
        <w:tc>
          <w:tcPr>
            <w:tcW w:w="903" w:type="dxa"/>
            <w:noWrap/>
            <w:hideMark/>
          </w:tcPr>
          <w:p w14:paraId="6CA6D015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90</w:t>
            </w:r>
          </w:p>
        </w:tc>
        <w:tc>
          <w:tcPr>
            <w:tcW w:w="567" w:type="dxa"/>
            <w:noWrap/>
            <w:hideMark/>
          </w:tcPr>
          <w:p w14:paraId="56899683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30</w:t>
            </w:r>
          </w:p>
        </w:tc>
        <w:tc>
          <w:tcPr>
            <w:tcW w:w="992" w:type="dxa"/>
            <w:noWrap/>
            <w:hideMark/>
          </w:tcPr>
          <w:p w14:paraId="775FF42E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6C48">
              <w:t>10</w:t>
            </w:r>
          </w:p>
        </w:tc>
        <w:tc>
          <w:tcPr>
            <w:tcW w:w="701" w:type="dxa"/>
          </w:tcPr>
          <w:p w14:paraId="37278BB0" w14:textId="77777777" w:rsidR="00513A0F" w:rsidRPr="00136C48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</w:t>
            </w:r>
          </w:p>
        </w:tc>
      </w:tr>
      <w:tr w:rsidR="00513A0F" w:rsidRPr="00D466CD" w14:paraId="42ABE8CD" w14:textId="77777777" w:rsidTr="00513A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0" w:type="dxa"/>
            <w:noWrap/>
          </w:tcPr>
          <w:p w14:paraId="7CB71C8D" w14:textId="77777777" w:rsidR="00513A0F" w:rsidRPr="00D466CD" w:rsidRDefault="00513A0F" w:rsidP="00136C48">
            <w:pPr>
              <w:rPr>
                <w:color w:val="FF5200" w:themeColor="accent2"/>
                <w:u w:val="single"/>
              </w:rPr>
            </w:pPr>
            <w:r w:rsidRPr="00D466CD">
              <w:rPr>
                <w:b/>
                <w:bCs/>
                <w:color w:val="FF5200" w:themeColor="accent2"/>
                <w:u w:val="single"/>
              </w:rPr>
              <w:t>Celkem</w:t>
            </w:r>
          </w:p>
        </w:tc>
        <w:tc>
          <w:tcPr>
            <w:tcW w:w="2907" w:type="dxa"/>
            <w:noWrap/>
          </w:tcPr>
          <w:p w14:paraId="17CF4FAE" w14:textId="77777777" w:rsidR="00513A0F" w:rsidRPr="00D466CD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5200" w:themeColor="accent2"/>
                <w:u w:val="single"/>
              </w:rPr>
            </w:pPr>
          </w:p>
        </w:tc>
        <w:tc>
          <w:tcPr>
            <w:tcW w:w="940" w:type="dxa"/>
            <w:noWrap/>
          </w:tcPr>
          <w:p w14:paraId="07307366" w14:textId="77777777" w:rsidR="00513A0F" w:rsidRPr="00D466CD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5200" w:themeColor="accent2"/>
                <w:u w:val="single"/>
              </w:rPr>
            </w:pPr>
            <w:r w:rsidRPr="00D466CD">
              <w:rPr>
                <w:b/>
                <w:color w:val="FF5200" w:themeColor="accent2"/>
                <w:u w:val="single"/>
              </w:rPr>
              <w:t>12 698</w:t>
            </w:r>
          </w:p>
        </w:tc>
        <w:tc>
          <w:tcPr>
            <w:tcW w:w="903" w:type="dxa"/>
            <w:noWrap/>
          </w:tcPr>
          <w:p w14:paraId="68C7B178" w14:textId="77777777" w:rsidR="00513A0F" w:rsidRPr="00D466CD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5200" w:themeColor="accent2"/>
                <w:u w:val="single"/>
              </w:rPr>
            </w:pPr>
            <w:r w:rsidRPr="00D466CD">
              <w:rPr>
                <w:b/>
                <w:color w:val="FF5200" w:themeColor="accent2"/>
                <w:u w:val="single"/>
              </w:rPr>
              <w:t>2222</w:t>
            </w:r>
          </w:p>
        </w:tc>
        <w:tc>
          <w:tcPr>
            <w:tcW w:w="567" w:type="dxa"/>
            <w:noWrap/>
          </w:tcPr>
          <w:p w14:paraId="4FF0493F" w14:textId="77777777" w:rsidR="00513A0F" w:rsidRPr="00D466CD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5200" w:themeColor="accent2"/>
                <w:u w:val="single"/>
              </w:rPr>
            </w:pPr>
            <w:r w:rsidRPr="00D466CD">
              <w:rPr>
                <w:b/>
                <w:color w:val="FF5200" w:themeColor="accent2"/>
                <w:u w:val="single"/>
              </w:rPr>
              <w:t>1705</w:t>
            </w:r>
          </w:p>
        </w:tc>
        <w:tc>
          <w:tcPr>
            <w:tcW w:w="992" w:type="dxa"/>
            <w:noWrap/>
          </w:tcPr>
          <w:p w14:paraId="5036CB01" w14:textId="77777777" w:rsidR="00513A0F" w:rsidRPr="00D466CD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5200" w:themeColor="accent2"/>
                <w:u w:val="single"/>
              </w:rPr>
            </w:pPr>
            <w:r w:rsidRPr="00D466CD">
              <w:rPr>
                <w:b/>
                <w:color w:val="FF5200" w:themeColor="accent2"/>
                <w:u w:val="single"/>
              </w:rPr>
              <w:t>1296</w:t>
            </w:r>
          </w:p>
        </w:tc>
        <w:tc>
          <w:tcPr>
            <w:tcW w:w="701" w:type="dxa"/>
          </w:tcPr>
          <w:p w14:paraId="6116CC63" w14:textId="77777777" w:rsidR="00513A0F" w:rsidRPr="00D466CD" w:rsidRDefault="00513A0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5200" w:themeColor="accent2"/>
                <w:u w:val="single"/>
              </w:rPr>
            </w:pPr>
            <w:r>
              <w:rPr>
                <w:b/>
                <w:color w:val="FF5200" w:themeColor="accent2"/>
                <w:u w:val="single"/>
              </w:rPr>
              <w:t>2105</w:t>
            </w:r>
          </w:p>
        </w:tc>
      </w:tr>
    </w:tbl>
    <w:p w14:paraId="580EDD75" w14:textId="77777777" w:rsidR="00026A23" w:rsidRDefault="00026A23" w:rsidP="00136C48"/>
    <w:p w14:paraId="4D52BB4D" w14:textId="77777777" w:rsidR="00A515E3" w:rsidRDefault="00A515E3" w:rsidP="00136C48"/>
    <w:sectPr w:rsidR="00A515E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93CBD" w14:textId="77777777" w:rsidR="00760534" w:rsidRDefault="00760534" w:rsidP="00962258">
      <w:pPr>
        <w:spacing w:after="0" w:line="240" w:lineRule="auto"/>
      </w:pPr>
      <w:r>
        <w:separator/>
      </w:r>
    </w:p>
  </w:endnote>
  <w:endnote w:type="continuationSeparator" w:id="0">
    <w:p w14:paraId="7E7C0190" w14:textId="77777777" w:rsidR="00760534" w:rsidRDefault="007605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07A7D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F4A7F97" w14:textId="09D51D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57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57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0DC02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91CBD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E460D56" w14:textId="77777777" w:rsidR="00F1715C" w:rsidRDefault="00F1715C" w:rsidP="00D831A3">
          <w:pPr>
            <w:pStyle w:val="Zpat"/>
          </w:pPr>
        </w:p>
      </w:tc>
    </w:tr>
  </w:tbl>
  <w:p w14:paraId="1627A8C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BC65648" wp14:editId="62E8F7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BEF78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7CFF6B" wp14:editId="3C5F73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7132C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8FA6B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A9AFF90" w14:textId="680FFF5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57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57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4B216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84D9AC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3791C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2E0058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7404F5B" w14:textId="0DC06035" w:rsidR="00F1715C" w:rsidRDefault="00F1715C" w:rsidP="00112086">
          <w:pPr>
            <w:pStyle w:val="Zpat"/>
          </w:pPr>
          <w:r>
            <w:t>www.</w:t>
          </w:r>
          <w:r w:rsidR="00112086">
            <w:t>spravazeleznic</w:t>
          </w:r>
          <w:r>
            <w:t>.cz</w:t>
          </w:r>
        </w:p>
      </w:tc>
      <w:tc>
        <w:tcPr>
          <w:tcW w:w="2921" w:type="dxa"/>
        </w:tcPr>
        <w:p w14:paraId="193104BE" w14:textId="77777777" w:rsidR="00F1715C" w:rsidRDefault="00F1715C" w:rsidP="00460660">
          <w:pPr>
            <w:pStyle w:val="Zpat"/>
          </w:pPr>
        </w:p>
      </w:tc>
    </w:tr>
  </w:tbl>
  <w:p w14:paraId="09FBB57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A350745" wp14:editId="6F64C99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EEC28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8978D4A" wp14:editId="3914101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A9862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86C664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D5EEF" w14:textId="77777777" w:rsidR="00760534" w:rsidRDefault="00760534" w:rsidP="00962258">
      <w:pPr>
        <w:spacing w:after="0" w:line="240" w:lineRule="auto"/>
      </w:pPr>
      <w:r>
        <w:separator/>
      </w:r>
    </w:p>
  </w:footnote>
  <w:footnote w:type="continuationSeparator" w:id="0">
    <w:p w14:paraId="5D4FAAD3" w14:textId="77777777" w:rsidR="00760534" w:rsidRDefault="007605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2BB4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37B27A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AE0FA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9B8AE1" w14:textId="77777777" w:rsidR="00F1715C" w:rsidRPr="00D6163D" w:rsidRDefault="00F1715C" w:rsidP="00D6163D">
          <w:pPr>
            <w:pStyle w:val="Druhdokumentu"/>
          </w:pPr>
        </w:p>
      </w:tc>
    </w:tr>
  </w:tbl>
  <w:p w14:paraId="77B1C52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7F6F4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40B55A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E2C3A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3780C5E" w14:textId="77777777" w:rsidR="00F1715C" w:rsidRPr="00D6163D" w:rsidRDefault="00F1715C" w:rsidP="00FC6389">
          <w:pPr>
            <w:pStyle w:val="Druhdokumentu"/>
          </w:pPr>
        </w:p>
      </w:tc>
    </w:tr>
    <w:tr w:rsidR="009F392E" w14:paraId="66E0620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6DCDDA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30D20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F5EF0C" w14:textId="77777777" w:rsidR="009F392E" w:rsidRPr="00D6163D" w:rsidRDefault="009F392E" w:rsidP="00FC6389">
          <w:pPr>
            <w:pStyle w:val="Druhdokumentu"/>
          </w:pPr>
        </w:p>
      </w:tc>
    </w:tr>
  </w:tbl>
  <w:p w14:paraId="491E4A2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DD5E793" wp14:editId="7221D36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10050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7E42BC1"/>
    <w:multiLevelType w:val="hybridMultilevel"/>
    <w:tmpl w:val="6D5617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26E2F66"/>
    <w:multiLevelType w:val="hybridMultilevel"/>
    <w:tmpl w:val="A3ACAE86"/>
    <w:lvl w:ilvl="0" w:tplc="AE6C02E0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C3"/>
    <w:rsid w:val="00001519"/>
    <w:rsid w:val="00026A23"/>
    <w:rsid w:val="00031324"/>
    <w:rsid w:val="00061866"/>
    <w:rsid w:val="0006759C"/>
    <w:rsid w:val="00072C1E"/>
    <w:rsid w:val="000758A4"/>
    <w:rsid w:val="000C70C3"/>
    <w:rsid w:val="000D73AA"/>
    <w:rsid w:val="000E23A7"/>
    <w:rsid w:val="0010693F"/>
    <w:rsid w:val="00112086"/>
    <w:rsid w:val="00114472"/>
    <w:rsid w:val="00136C48"/>
    <w:rsid w:val="001550BC"/>
    <w:rsid w:val="001605B9"/>
    <w:rsid w:val="00170EC5"/>
    <w:rsid w:val="001747C1"/>
    <w:rsid w:val="00184743"/>
    <w:rsid w:val="0018597C"/>
    <w:rsid w:val="001F5734"/>
    <w:rsid w:val="00207DF5"/>
    <w:rsid w:val="002254F5"/>
    <w:rsid w:val="00237C73"/>
    <w:rsid w:val="0025732D"/>
    <w:rsid w:val="00280E07"/>
    <w:rsid w:val="002C0D69"/>
    <w:rsid w:val="002C31BF"/>
    <w:rsid w:val="002D08B1"/>
    <w:rsid w:val="002E0CD7"/>
    <w:rsid w:val="002F6C39"/>
    <w:rsid w:val="003042F8"/>
    <w:rsid w:val="00330ABB"/>
    <w:rsid w:val="00335793"/>
    <w:rsid w:val="00341DCF"/>
    <w:rsid w:val="00357BC6"/>
    <w:rsid w:val="00360FF5"/>
    <w:rsid w:val="003956C6"/>
    <w:rsid w:val="003B4A94"/>
    <w:rsid w:val="004075B9"/>
    <w:rsid w:val="00441430"/>
    <w:rsid w:val="00450F07"/>
    <w:rsid w:val="00453CD3"/>
    <w:rsid w:val="00460660"/>
    <w:rsid w:val="004730A6"/>
    <w:rsid w:val="00486107"/>
    <w:rsid w:val="00490AFC"/>
    <w:rsid w:val="004914A8"/>
    <w:rsid w:val="00491827"/>
    <w:rsid w:val="0049561E"/>
    <w:rsid w:val="004A67E4"/>
    <w:rsid w:val="004B348C"/>
    <w:rsid w:val="004C1665"/>
    <w:rsid w:val="004C4399"/>
    <w:rsid w:val="004C787C"/>
    <w:rsid w:val="004E0669"/>
    <w:rsid w:val="004E143C"/>
    <w:rsid w:val="004E2A70"/>
    <w:rsid w:val="004E3A53"/>
    <w:rsid w:val="004E48BE"/>
    <w:rsid w:val="004E67AA"/>
    <w:rsid w:val="004F20BC"/>
    <w:rsid w:val="004F4B9B"/>
    <w:rsid w:val="004F69EA"/>
    <w:rsid w:val="00511AB9"/>
    <w:rsid w:val="00513A0F"/>
    <w:rsid w:val="00523EA7"/>
    <w:rsid w:val="005304AE"/>
    <w:rsid w:val="00533268"/>
    <w:rsid w:val="0054320C"/>
    <w:rsid w:val="00552F3D"/>
    <w:rsid w:val="00553375"/>
    <w:rsid w:val="00557C28"/>
    <w:rsid w:val="005736B7"/>
    <w:rsid w:val="00575E5A"/>
    <w:rsid w:val="005948D2"/>
    <w:rsid w:val="005C3D6E"/>
    <w:rsid w:val="005F032F"/>
    <w:rsid w:val="005F1404"/>
    <w:rsid w:val="0061068E"/>
    <w:rsid w:val="006132DA"/>
    <w:rsid w:val="00613568"/>
    <w:rsid w:val="0061357A"/>
    <w:rsid w:val="006353C1"/>
    <w:rsid w:val="00660AD3"/>
    <w:rsid w:val="00677B7F"/>
    <w:rsid w:val="006A5570"/>
    <w:rsid w:val="006A689C"/>
    <w:rsid w:val="006B3D79"/>
    <w:rsid w:val="006D4933"/>
    <w:rsid w:val="006D5DC7"/>
    <w:rsid w:val="006D7AFE"/>
    <w:rsid w:val="006E0578"/>
    <w:rsid w:val="006E314D"/>
    <w:rsid w:val="006E3406"/>
    <w:rsid w:val="006E7879"/>
    <w:rsid w:val="006F2978"/>
    <w:rsid w:val="00710723"/>
    <w:rsid w:val="00723ED1"/>
    <w:rsid w:val="00743525"/>
    <w:rsid w:val="00760534"/>
    <w:rsid w:val="0076286B"/>
    <w:rsid w:val="00766846"/>
    <w:rsid w:val="007713B7"/>
    <w:rsid w:val="0077673A"/>
    <w:rsid w:val="00776A11"/>
    <w:rsid w:val="007846E1"/>
    <w:rsid w:val="00795E76"/>
    <w:rsid w:val="007B570C"/>
    <w:rsid w:val="007C589B"/>
    <w:rsid w:val="007E4A6E"/>
    <w:rsid w:val="007F56A7"/>
    <w:rsid w:val="00803C5D"/>
    <w:rsid w:val="00807DD0"/>
    <w:rsid w:val="008659F3"/>
    <w:rsid w:val="00886D4B"/>
    <w:rsid w:val="0089060C"/>
    <w:rsid w:val="00890EC9"/>
    <w:rsid w:val="00891B91"/>
    <w:rsid w:val="00895406"/>
    <w:rsid w:val="008A3568"/>
    <w:rsid w:val="008C510A"/>
    <w:rsid w:val="008D03B9"/>
    <w:rsid w:val="008E042A"/>
    <w:rsid w:val="008F18D6"/>
    <w:rsid w:val="00904780"/>
    <w:rsid w:val="009146C8"/>
    <w:rsid w:val="00922385"/>
    <w:rsid w:val="009223DF"/>
    <w:rsid w:val="00923DE9"/>
    <w:rsid w:val="00926432"/>
    <w:rsid w:val="00936091"/>
    <w:rsid w:val="00940122"/>
    <w:rsid w:val="00940D8A"/>
    <w:rsid w:val="00947E2D"/>
    <w:rsid w:val="00962258"/>
    <w:rsid w:val="00965708"/>
    <w:rsid w:val="009678B7"/>
    <w:rsid w:val="009833E1"/>
    <w:rsid w:val="0098415D"/>
    <w:rsid w:val="00992D9C"/>
    <w:rsid w:val="00996CB8"/>
    <w:rsid w:val="009A2E70"/>
    <w:rsid w:val="009B14A9"/>
    <w:rsid w:val="009B2E97"/>
    <w:rsid w:val="009E07F4"/>
    <w:rsid w:val="009F0DFE"/>
    <w:rsid w:val="009F121B"/>
    <w:rsid w:val="009F1D7A"/>
    <w:rsid w:val="009F392E"/>
    <w:rsid w:val="00A04FA4"/>
    <w:rsid w:val="00A14B16"/>
    <w:rsid w:val="00A21353"/>
    <w:rsid w:val="00A36911"/>
    <w:rsid w:val="00A37903"/>
    <w:rsid w:val="00A515E3"/>
    <w:rsid w:val="00A6177B"/>
    <w:rsid w:val="00A66136"/>
    <w:rsid w:val="00A7700B"/>
    <w:rsid w:val="00AA4CBB"/>
    <w:rsid w:val="00AA4FFC"/>
    <w:rsid w:val="00AA65FA"/>
    <w:rsid w:val="00AA7351"/>
    <w:rsid w:val="00AC022A"/>
    <w:rsid w:val="00AD056F"/>
    <w:rsid w:val="00AD6731"/>
    <w:rsid w:val="00AE1D56"/>
    <w:rsid w:val="00B042AE"/>
    <w:rsid w:val="00B15D0D"/>
    <w:rsid w:val="00B257CE"/>
    <w:rsid w:val="00B32BB3"/>
    <w:rsid w:val="00B53E4B"/>
    <w:rsid w:val="00B75EE1"/>
    <w:rsid w:val="00B77481"/>
    <w:rsid w:val="00B8044D"/>
    <w:rsid w:val="00B82B61"/>
    <w:rsid w:val="00B8518B"/>
    <w:rsid w:val="00B9756B"/>
    <w:rsid w:val="00B97CD1"/>
    <w:rsid w:val="00BD7E91"/>
    <w:rsid w:val="00C02D0A"/>
    <w:rsid w:val="00C03A6E"/>
    <w:rsid w:val="00C04A17"/>
    <w:rsid w:val="00C44F6A"/>
    <w:rsid w:val="00C45F4F"/>
    <w:rsid w:val="00C47AE3"/>
    <w:rsid w:val="00C50F4E"/>
    <w:rsid w:val="00C95D2A"/>
    <w:rsid w:val="00CD1FC4"/>
    <w:rsid w:val="00D21061"/>
    <w:rsid w:val="00D4108E"/>
    <w:rsid w:val="00D466CD"/>
    <w:rsid w:val="00D55091"/>
    <w:rsid w:val="00D6163D"/>
    <w:rsid w:val="00D73D46"/>
    <w:rsid w:val="00D831A3"/>
    <w:rsid w:val="00D8667A"/>
    <w:rsid w:val="00DA6E01"/>
    <w:rsid w:val="00DC75F3"/>
    <w:rsid w:val="00DD46F3"/>
    <w:rsid w:val="00DE56F2"/>
    <w:rsid w:val="00DF116D"/>
    <w:rsid w:val="00DF7935"/>
    <w:rsid w:val="00E33493"/>
    <w:rsid w:val="00E3468A"/>
    <w:rsid w:val="00E36C4A"/>
    <w:rsid w:val="00E4094D"/>
    <w:rsid w:val="00E41599"/>
    <w:rsid w:val="00E75BCE"/>
    <w:rsid w:val="00E81BBA"/>
    <w:rsid w:val="00EB104F"/>
    <w:rsid w:val="00ED14BD"/>
    <w:rsid w:val="00EF1295"/>
    <w:rsid w:val="00F0533E"/>
    <w:rsid w:val="00F1048D"/>
    <w:rsid w:val="00F12DEC"/>
    <w:rsid w:val="00F1715C"/>
    <w:rsid w:val="00F22295"/>
    <w:rsid w:val="00F310F8"/>
    <w:rsid w:val="00F35939"/>
    <w:rsid w:val="00F45607"/>
    <w:rsid w:val="00F477BC"/>
    <w:rsid w:val="00F5558F"/>
    <w:rsid w:val="00F56B84"/>
    <w:rsid w:val="00F61628"/>
    <w:rsid w:val="00F659EB"/>
    <w:rsid w:val="00F86BA6"/>
    <w:rsid w:val="00FA77A9"/>
    <w:rsid w:val="00FC4C7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CB466B"/>
  <w14:defaultImageDpi w14:val="32767"/>
  <w15:docId w15:val="{04DF0CE3-5EA5-4A9D-A8A4-70244D6B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0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ntesova\Desktop\VZ%202020_catering\P&#345;&#237;loha%20&#269;.1_Specifikace%20p&#345;edm&#283;tu%20pln&#283;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75066C8B532644BC4C33DDA6ADBFDB" ma:contentTypeVersion="12" ma:contentTypeDescription="Vytvoří nový dokument" ma:contentTypeScope="" ma:versionID="221387d9996f724a8fc357e6d2bf5d3c">
  <xsd:schema xmlns:xsd="http://www.w3.org/2001/XMLSchema" xmlns:xs="http://www.w3.org/2001/XMLSchema" xmlns:p="http://schemas.microsoft.com/office/2006/metadata/properties" xmlns:ns3="2cc53f03-f20e-45c2-932e-d0b8d8cf827f" xmlns:ns4="e72ec546-4dff-450b-b362-708814111d20" targetNamespace="http://schemas.microsoft.com/office/2006/metadata/properties" ma:root="true" ma:fieldsID="2ae9cc2c142ca706cd4012b085f435f0" ns3:_="" ns4:_="">
    <xsd:import namespace="2cc53f03-f20e-45c2-932e-d0b8d8cf827f"/>
    <xsd:import namespace="e72ec546-4dff-450b-b362-708814111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53f03-f20e-45c2-932e-d0b8d8cf82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ec546-4dff-450b-b362-708814111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10CEB-3BB3-4308-BCF0-73D2B2625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53f03-f20e-45c2-932e-d0b8d8cf827f"/>
    <ds:schemaRef ds:uri="e72ec546-4dff-450b-b362-708814111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72ec546-4dff-450b-b362-708814111d20"/>
    <ds:schemaRef ds:uri="2cc53f03-f20e-45c2-932e-d0b8d8cf827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93C32A-2667-433C-BEE2-6F830A949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č.1_Specifikace předmětu plnění</Template>
  <TotalTime>1</TotalTime>
  <Pages>2</Pages>
  <Words>623</Words>
  <Characters>3676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Čentéšová Michala, Mgr.</dc:creator>
  <cp:lastModifiedBy>Strnadová Dagmar</cp:lastModifiedBy>
  <cp:revision>5</cp:revision>
  <cp:lastPrinted>2020-02-05T11:16:00Z</cp:lastPrinted>
  <dcterms:created xsi:type="dcterms:W3CDTF">2023-05-10T10:10:00Z</dcterms:created>
  <dcterms:modified xsi:type="dcterms:W3CDTF">2023-05-19T10:21:00Z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0x0101001C75066C8B532644BC4C33DDA6ADBFDB</vt:lpwstr>
  </property>
  <property fmtid="{D5CDD505-2E9C-101B-9397-08002B2CF9AE}" pid="3" name="URL">
    <vt:lpwstr/>
  </property>
</Properties>
</file>